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2C6084B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368FD66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0DCE0142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3312F43B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303833" w:rsidR="0070462E" w:rsidRPr="0070462E" w:rsidRDefault="0000547B" w:rsidP="0000547B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65190E5" w14:textId="77777777" w:rsidR="00622727" w:rsidRPr="00622727" w:rsidRDefault="00622727" w:rsidP="00622727">
      <w:pPr>
        <w:pStyle w:val="Akapitzlist"/>
        <w:spacing w:before="60" w:after="120"/>
        <w:ind w:left="426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powinni złożyć oświadczenia, że:</w:t>
      </w:r>
    </w:p>
    <w:p w14:paraId="52306AC5" w14:textId="77777777" w:rsidR="00622727" w:rsidRDefault="00622727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48AC65FB" w14:textId="7EEDA073" w:rsidR="00A62CBC" w:rsidRPr="005A4052" w:rsidRDefault="00A62CBC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</w:p>
    <w:p w14:paraId="267CEFA5" w14:textId="77777777" w:rsidR="00622727" w:rsidRPr="005A4052" w:rsidRDefault="00622727" w:rsidP="00622727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A4052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22024BE2" w14:textId="41A471E8" w:rsidR="00622727" w:rsidRPr="00622727" w:rsidRDefault="005A4052" w:rsidP="005A4052">
      <w:pPr>
        <w:tabs>
          <w:tab w:val="left" w:pos="6900"/>
        </w:tabs>
        <w:spacing w:before="120" w:after="120"/>
        <w:contextualSpacing/>
        <w:rPr>
          <w:rFonts w:cstheme="minorHAnsi"/>
          <w:i/>
          <w:snapToGrid w:val="0"/>
          <w:szCs w:val="18"/>
          <w:lang w:eastAsia="pl-PL"/>
        </w:rPr>
      </w:pPr>
      <w:r>
        <w:rPr>
          <w:rFonts w:cstheme="minorHAnsi"/>
          <w:i/>
          <w:snapToGrid w:val="0"/>
          <w:szCs w:val="18"/>
          <w:lang w:eastAsia="pl-PL"/>
        </w:rPr>
        <w:tab/>
      </w:r>
    </w:p>
    <w:p w14:paraId="4D25E6C1" w14:textId="77777777" w:rsidR="00622727" w:rsidRPr="00622727" w:rsidRDefault="00622727" w:rsidP="00622727">
      <w:pPr>
        <w:spacing w:before="120" w:after="120"/>
        <w:ind w:left="426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2126928" w14:textId="77777777" w:rsidR="00622727" w:rsidRPr="00622727" w:rsidRDefault="00622727" w:rsidP="00622727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575904B6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D – 1 osoba,</w:t>
      </w:r>
    </w:p>
    <w:p w14:paraId="0D16AA83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E – 2 osoby,</w:t>
      </w:r>
    </w:p>
    <w:p w14:paraId="399828C0" w14:textId="55605751" w:rsid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622727">
        <w:rPr>
          <w:rFonts w:cstheme="minorHAnsi"/>
          <w:szCs w:val="18"/>
          <w:lang w:eastAsia="pl-PL"/>
        </w:rPr>
        <w:t>nN</w:t>
      </w:r>
      <w:proofErr w:type="spellEnd"/>
      <w:r w:rsidRPr="00622727">
        <w:rPr>
          <w:rFonts w:cstheme="minorHAnsi"/>
          <w:szCs w:val="18"/>
          <w:lang w:eastAsia="pl-PL"/>
        </w:rPr>
        <w:t>) w technologii PPN (prac pod napięciem) – 2 osoby</w:t>
      </w:r>
      <w:r w:rsidR="00624682">
        <w:rPr>
          <w:rFonts w:cstheme="minorHAnsi"/>
          <w:szCs w:val="18"/>
          <w:lang w:eastAsia="pl-PL"/>
        </w:rPr>
        <w:t xml:space="preserve"> </w:t>
      </w:r>
    </w:p>
    <w:p w14:paraId="72D02E56" w14:textId="77777777" w:rsidR="00FB4F27" w:rsidRPr="00FB4F27" w:rsidRDefault="00FB4F27" w:rsidP="00FB4F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378E9ED7" w14:textId="77777777" w:rsidR="00FB4F27" w:rsidRPr="00FB4F27" w:rsidRDefault="00FB4F27" w:rsidP="00FB4F27">
      <w:pPr>
        <w:spacing w:before="60" w:after="120"/>
        <w:ind w:left="1428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</w:p>
    <w:p w14:paraId="3EAA655F" w14:textId="027F17D5" w:rsidR="00FB4F27" w:rsidRPr="00622727" w:rsidRDefault="00FB4F27" w:rsidP="00FB4F27">
      <w:pPr>
        <w:spacing w:before="60" w:after="120"/>
        <w:ind w:left="1428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>i elektroenergetycznych – 1 osoba</w:t>
      </w:r>
    </w:p>
    <w:p w14:paraId="1D601A54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622727">
        <w:rPr>
          <w:rFonts w:cstheme="minorHAnsi"/>
          <w:szCs w:val="18"/>
          <w:lang w:eastAsia="pl-PL"/>
        </w:rPr>
        <w:br/>
        <w:t>i elektroenergetycznych – 1 osoba.</w:t>
      </w:r>
    </w:p>
    <w:p w14:paraId="0ADED46C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>załącznik nr 8 do SWZ</w:t>
      </w:r>
    </w:p>
    <w:p w14:paraId="2187E6CA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szCs w:val="18"/>
          <w:lang w:eastAsia="pl-PL"/>
        </w:rPr>
      </w:pPr>
    </w:p>
    <w:p w14:paraId="75AD85A8" w14:textId="77777777" w:rsidR="00622727" w:rsidRPr="00622727" w:rsidRDefault="00622727" w:rsidP="00622727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CED79AA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727">
        <w:rPr>
          <w:rFonts w:cstheme="minorHAnsi"/>
          <w:szCs w:val="18"/>
          <w:lang w:eastAsia="pl-PL"/>
        </w:rPr>
        <w:t xml:space="preserve"> </w:t>
      </w:r>
    </w:p>
    <w:p w14:paraId="5D613D82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76817A64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60414A2F" w14:textId="77777777" w:rsidR="00622727" w:rsidRPr="00622727" w:rsidRDefault="00622727" w:rsidP="00622727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43C7D0A7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639C7FDE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Zamawiający nie stawia szczególnych warunków w tym zakresie.</w:t>
      </w:r>
    </w:p>
    <w:p w14:paraId="05E24264" w14:textId="77777777" w:rsidR="00622727" w:rsidRPr="00622727" w:rsidRDefault="00622727" w:rsidP="00622727">
      <w:pPr>
        <w:spacing w:before="60"/>
        <w:ind w:left="426"/>
        <w:rPr>
          <w:rFonts w:cstheme="minorHAnsi"/>
          <w:bCs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UWAGA:</w:t>
      </w:r>
      <w:r w:rsidRPr="00622727">
        <w:rPr>
          <w:rFonts w:cstheme="minorHAnsi"/>
          <w:szCs w:val="18"/>
          <w:lang w:eastAsia="pl-PL"/>
        </w:rPr>
        <w:t xml:space="preserve"> </w:t>
      </w:r>
      <w:r w:rsidRPr="00622727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5419A887" w14:textId="77777777" w:rsidR="00622727" w:rsidRPr="00622727" w:rsidRDefault="00622727" w:rsidP="00622727">
      <w:pPr>
        <w:spacing w:before="60"/>
        <w:ind w:left="426"/>
        <w:rPr>
          <w:rFonts w:cstheme="minorHAnsi"/>
          <w:szCs w:val="18"/>
          <w:lang w:eastAsia="pl-PL"/>
        </w:rPr>
      </w:pPr>
    </w:p>
    <w:p w14:paraId="776337B4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345CED7A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winni wykazać, iż posiadają :</w:t>
      </w:r>
    </w:p>
    <w:p w14:paraId="6C0F292D" w14:textId="77777777" w:rsidR="00622727" w:rsidRPr="00622727" w:rsidRDefault="00622727" w:rsidP="00622727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Ubezpieczenie od odpowiedzialności cywilnej w zakresie prowadzonej działalności związanej z przedmiotem zakupu na sumę gwarancyjną w wysokości co najmniej 1,0 mln zł Ubezpieczenie powinno obejmować odpowiedzialność kontraktową i deliktową Wykonawcy.</w:t>
      </w:r>
    </w:p>
    <w:p w14:paraId="1CAB849B" w14:textId="77777777" w:rsidR="00622727" w:rsidRPr="00622727" w:rsidRDefault="00622727" w:rsidP="00622727">
      <w:pPr>
        <w:pStyle w:val="Akapitzlist"/>
        <w:ind w:left="1353"/>
        <w:rPr>
          <w:rFonts w:eastAsia="Calibri" w:cstheme="minorHAnsi"/>
          <w:szCs w:val="18"/>
        </w:rPr>
      </w:pPr>
    </w:p>
    <w:p w14:paraId="7B0AFF74" w14:textId="77777777" w:rsidR="00622727" w:rsidRPr="00622727" w:rsidRDefault="00622727" w:rsidP="00622727">
      <w:pPr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FF6FA7A" w14:textId="77777777" w:rsidR="00622727" w:rsidRPr="00622727" w:rsidRDefault="00622727" w:rsidP="00622727">
      <w:pPr>
        <w:ind w:left="426"/>
        <w:contextualSpacing/>
        <w:rPr>
          <w:rFonts w:cstheme="minorHAnsi"/>
          <w:snapToGrid w:val="0"/>
          <w:szCs w:val="18"/>
          <w:lang w:eastAsia="pl-PL"/>
        </w:rPr>
      </w:pPr>
    </w:p>
    <w:p w14:paraId="70F4058A" w14:textId="77777777" w:rsidR="00622727" w:rsidRPr="00622727" w:rsidRDefault="00622727" w:rsidP="00622727">
      <w:pPr>
        <w:ind w:left="426"/>
        <w:contextualSpacing/>
        <w:rPr>
          <w:rFonts w:cstheme="minorHAnsi"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 w:rsidRPr="00622727">
        <w:rPr>
          <w:rFonts w:cstheme="minorHAnsi"/>
          <w:bCs/>
          <w:snapToGrid w:val="0"/>
          <w:szCs w:val="18"/>
          <w:lang w:eastAsia="pl-PL"/>
        </w:rPr>
        <w:br/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C857CA3" w14:textId="77777777" w:rsidR="00622727" w:rsidRPr="00622727" w:rsidRDefault="00622727" w:rsidP="00622727">
      <w:pPr>
        <w:contextualSpacing/>
        <w:rPr>
          <w:rFonts w:cstheme="minorHAnsi"/>
          <w:bCs/>
          <w:snapToGrid w:val="0"/>
          <w:szCs w:val="18"/>
          <w:lang w:eastAsia="pl-PL"/>
        </w:rPr>
      </w:pPr>
    </w:p>
    <w:p w14:paraId="76076493" w14:textId="080B5CA6" w:rsidR="00EA1BF9" w:rsidRPr="0070462E" w:rsidRDefault="00622727" w:rsidP="00622727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celu potwierdzenia spełniania warunków udziału w Postępowaniu Wykonawca nie może polegać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18273509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59669B78" w14:textId="29819AA8" w:rsidR="009C2FDA" w:rsidRPr="0070462E" w:rsidRDefault="009C2FDA" w:rsidP="009C2FDA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2BDBD5F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Oświadczenie o doświadczeniu zawodowym, o którym mowa w pkt 1.2.1.a) i b) powyżej, (zgodnie z treścią  Załącznika nr 7 do SWZ).</w:t>
      </w:r>
    </w:p>
    <w:p w14:paraId="0416B28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Oświadczenie o dysponowaniu osobami posiadającymi uprawnienia/kwalifikacje niezbędne do realizacji przedmiotu zamówienia, o których mowa w pkt 1.2.1 c)  powyżej, (zgodnie z treścią Załącznika nr 8 do SWZ);</w:t>
      </w:r>
    </w:p>
    <w:p w14:paraId="75CC277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</w:p>
    <w:p w14:paraId="295BDE68" w14:textId="219876F4" w:rsidR="009C2FDA" w:rsidRPr="009C2FDA" w:rsidRDefault="009C2FDA" w:rsidP="009C2FD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55C95F5A" w:rsidR="0070462E" w:rsidRPr="0070462E" w:rsidRDefault="0070462E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294F9F34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CD61B7">
        <w:rPr>
          <w:rFonts w:cstheme="minorHAnsi"/>
          <w:b/>
          <w:szCs w:val="18"/>
        </w:rPr>
        <w:t>6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3DC6FE4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A3D69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543C6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73BEE910" w:rsidR="00347E8D" w:rsidRPr="006B2C28" w:rsidRDefault="0062272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31832">
            <w:rPr>
              <w:rFonts w:asciiTheme="majorHAnsi" w:hAnsiTheme="majorHAnsi"/>
              <w:color w:val="000000" w:themeColor="text1"/>
              <w:sz w:val="14"/>
              <w:szCs w:val="18"/>
            </w:rPr>
            <w:t>4583</w:t>
          </w:r>
          <w:r w:rsidR="007606E5" w:rsidRPr="00760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99373044">
    <w:abstractNumId w:val="18"/>
  </w:num>
  <w:num w:numId="2" w16cid:durableId="2096628425">
    <w:abstractNumId w:val="7"/>
  </w:num>
  <w:num w:numId="3" w16cid:durableId="556597499">
    <w:abstractNumId w:val="12"/>
  </w:num>
  <w:num w:numId="4" w16cid:durableId="399443082">
    <w:abstractNumId w:val="20"/>
  </w:num>
  <w:num w:numId="5" w16cid:durableId="2033266178">
    <w:abstractNumId w:val="18"/>
  </w:num>
  <w:num w:numId="6" w16cid:durableId="2146921189">
    <w:abstractNumId w:val="18"/>
  </w:num>
  <w:num w:numId="7" w16cid:durableId="1848135300">
    <w:abstractNumId w:val="3"/>
  </w:num>
  <w:num w:numId="8" w16cid:durableId="568733181">
    <w:abstractNumId w:val="27"/>
  </w:num>
  <w:num w:numId="9" w16cid:durableId="874655134">
    <w:abstractNumId w:val="16"/>
  </w:num>
  <w:num w:numId="10" w16cid:durableId="1268545423">
    <w:abstractNumId w:val="4"/>
  </w:num>
  <w:num w:numId="11" w16cid:durableId="952782129">
    <w:abstractNumId w:val="13"/>
  </w:num>
  <w:num w:numId="12" w16cid:durableId="288558289">
    <w:abstractNumId w:val="11"/>
  </w:num>
  <w:num w:numId="13" w16cid:durableId="905408808">
    <w:abstractNumId w:val="26"/>
  </w:num>
  <w:num w:numId="14" w16cid:durableId="30882313">
    <w:abstractNumId w:val="22"/>
  </w:num>
  <w:num w:numId="15" w16cid:durableId="1010254234">
    <w:abstractNumId w:val="15"/>
  </w:num>
  <w:num w:numId="16" w16cid:durableId="1396512239">
    <w:abstractNumId w:val="9"/>
  </w:num>
  <w:num w:numId="17" w16cid:durableId="997077119">
    <w:abstractNumId w:val="5"/>
  </w:num>
  <w:num w:numId="18" w16cid:durableId="370496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1721480">
    <w:abstractNumId w:val="0"/>
  </w:num>
  <w:num w:numId="20" w16cid:durableId="2104912591">
    <w:abstractNumId w:val="28"/>
  </w:num>
  <w:num w:numId="21" w16cid:durableId="1829396920">
    <w:abstractNumId w:val="1"/>
  </w:num>
  <w:num w:numId="22" w16cid:durableId="1775782958">
    <w:abstractNumId w:val="14"/>
  </w:num>
  <w:num w:numId="23" w16cid:durableId="2088574455">
    <w:abstractNumId w:val="10"/>
  </w:num>
  <w:num w:numId="24" w16cid:durableId="473642408">
    <w:abstractNumId w:val="21"/>
  </w:num>
  <w:num w:numId="25" w16cid:durableId="590090882">
    <w:abstractNumId w:val="25"/>
  </w:num>
  <w:num w:numId="26" w16cid:durableId="330909244">
    <w:abstractNumId w:val="2"/>
  </w:num>
  <w:num w:numId="27" w16cid:durableId="756290985">
    <w:abstractNumId w:val="24"/>
  </w:num>
  <w:num w:numId="28" w16cid:durableId="1112088414">
    <w:abstractNumId w:val="23"/>
  </w:num>
  <w:num w:numId="29" w16cid:durableId="714307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517903">
    <w:abstractNumId w:val="19"/>
  </w:num>
  <w:num w:numId="31" w16cid:durableId="127698193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47B"/>
    <w:rsid w:val="00013A18"/>
    <w:rsid w:val="00015893"/>
    <w:rsid w:val="0002424F"/>
    <w:rsid w:val="00026FCF"/>
    <w:rsid w:val="00027947"/>
    <w:rsid w:val="00033582"/>
    <w:rsid w:val="00036B40"/>
    <w:rsid w:val="00036D76"/>
    <w:rsid w:val="00040B6D"/>
    <w:rsid w:val="00051B85"/>
    <w:rsid w:val="00054A92"/>
    <w:rsid w:val="000565B0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A3D6C"/>
    <w:rsid w:val="000A510B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62B5"/>
    <w:rsid w:val="001D1A8B"/>
    <w:rsid w:val="001D2EB1"/>
    <w:rsid w:val="001E7E73"/>
    <w:rsid w:val="001F3242"/>
    <w:rsid w:val="001F3600"/>
    <w:rsid w:val="001F3F20"/>
    <w:rsid w:val="001F737A"/>
    <w:rsid w:val="002067F1"/>
    <w:rsid w:val="00221B62"/>
    <w:rsid w:val="00224257"/>
    <w:rsid w:val="0024291C"/>
    <w:rsid w:val="00242A92"/>
    <w:rsid w:val="00257F22"/>
    <w:rsid w:val="00264A06"/>
    <w:rsid w:val="00265B9D"/>
    <w:rsid w:val="0026648A"/>
    <w:rsid w:val="00270752"/>
    <w:rsid w:val="002743D5"/>
    <w:rsid w:val="002768AC"/>
    <w:rsid w:val="00284451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1723F"/>
    <w:rsid w:val="00347E8D"/>
    <w:rsid w:val="00362C4E"/>
    <w:rsid w:val="00366FFB"/>
    <w:rsid w:val="00371A75"/>
    <w:rsid w:val="00375304"/>
    <w:rsid w:val="00375780"/>
    <w:rsid w:val="003764C1"/>
    <w:rsid w:val="00376C7C"/>
    <w:rsid w:val="00381365"/>
    <w:rsid w:val="00387A0D"/>
    <w:rsid w:val="003903C2"/>
    <w:rsid w:val="00395F60"/>
    <w:rsid w:val="003A448C"/>
    <w:rsid w:val="003A4CC6"/>
    <w:rsid w:val="003A5D11"/>
    <w:rsid w:val="003A7C03"/>
    <w:rsid w:val="003B38BB"/>
    <w:rsid w:val="003B43F5"/>
    <w:rsid w:val="003B66FE"/>
    <w:rsid w:val="003C7A4A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925D9"/>
    <w:rsid w:val="00492AEE"/>
    <w:rsid w:val="00494E09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4052"/>
    <w:rsid w:val="005B24A8"/>
    <w:rsid w:val="005B2B6D"/>
    <w:rsid w:val="005B3F04"/>
    <w:rsid w:val="005B6DC6"/>
    <w:rsid w:val="005B7A9A"/>
    <w:rsid w:val="005C6812"/>
    <w:rsid w:val="005D118B"/>
    <w:rsid w:val="005D2D85"/>
    <w:rsid w:val="005D74EB"/>
    <w:rsid w:val="005E4AA3"/>
    <w:rsid w:val="005E79E5"/>
    <w:rsid w:val="00622727"/>
    <w:rsid w:val="00623B01"/>
    <w:rsid w:val="00624682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7A4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183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F5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FDA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2CBC"/>
    <w:rsid w:val="00A730B9"/>
    <w:rsid w:val="00A7626A"/>
    <w:rsid w:val="00A809BD"/>
    <w:rsid w:val="00A81CFB"/>
    <w:rsid w:val="00A85D6F"/>
    <w:rsid w:val="00AA134E"/>
    <w:rsid w:val="00AA2014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29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905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1B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3C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F27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POST/DYS/OLD/GZ/04583/2025                        </dmsv2SWPP2ObjectNumber>
    <dmsv2SWPP2SumMD5 xmlns="http://schemas.microsoft.com/sharepoint/v3">66dbd896383695f7a56d74d12d3f68b1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24036868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JEUP5JKVCYQC-40426796-1464</_dlc_DocId>
    <_dlc_DocIdUrl xmlns="a19cb1c7-c5c7-46d4-85ae-d83685407bba">
      <Url>https://swpp2.dms.gkpge.pl/sites/41/_layouts/15/DocIdRedir.aspx?ID=JEUP5JKVCYQC-40426796-1464</Url>
      <Description>JEUP5JKVCYQC-40426796-1464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B03ABA-6DF7-40DD-A354-E0F467D73D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FABA8A-C195-4069-AEB4-8499D3460957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622630-9085-4874-9737-3BE0DEB063D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133</TotalTime>
  <Pages>6</Pages>
  <Words>3703</Words>
  <Characters>22219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35</cp:revision>
  <cp:lastPrinted>2024-07-15T11:21:00Z</cp:lastPrinted>
  <dcterms:created xsi:type="dcterms:W3CDTF">2025-01-15T13:15:00Z</dcterms:created>
  <dcterms:modified xsi:type="dcterms:W3CDTF">2025-12-22T08:35:00Z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6c0a7199-51b0-47bc-b47e-a09f1651548f</vt:lpwstr>
  </property>
</Properties>
</file>